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641C0E" w14:textId="0B350343" w:rsidR="0032319D" w:rsidRDefault="0032319D" w:rsidP="002D6698">
      <w:pPr>
        <w:spacing w:line="240" w:lineRule="auto"/>
      </w:pPr>
      <w:bookmarkStart w:id="0" w:name="_GoBack"/>
      <w:bookmarkEnd w:id="0"/>
      <w:r>
        <w:t xml:space="preserve">[Insert a </w:t>
      </w:r>
      <w:r w:rsidR="00C60943">
        <w:t>brief</w:t>
      </w:r>
      <w:r>
        <w:t xml:space="preserve"> summary of the report.]</w:t>
      </w:r>
    </w:p>
    <w:p w14:paraId="4495096C" w14:textId="77777777" w:rsidR="0032319D" w:rsidRDefault="0032319D" w:rsidP="002D6698">
      <w:pPr>
        <w:pStyle w:val="Heading1"/>
        <w:spacing w:before="0" w:line="240" w:lineRule="auto"/>
      </w:pPr>
      <w:r>
        <w:t>Project History</w:t>
      </w:r>
    </w:p>
    <w:p w14:paraId="249740E3" w14:textId="4C04CFFD" w:rsidR="0032319D" w:rsidRDefault="0032319D" w:rsidP="002D6698">
      <w:pPr>
        <w:spacing w:line="240" w:lineRule="auto"/>
      </w:pPr>
      <w:r>
        <w:t xml:space="preserve">[Insert </w:t>
      </w:r>
      <w:r w:rsidR="00C60943">
        <w:t>a project history</w:t>
      </w:r>
      <w:r>
        <w:t xml:space="preserve">, including a timeline </w:t>
      </w:r>
      <w:r w:rsidR="00C60943">
        <w:t>of issues that will affect</w:t>
      </w:r>
      <w:r>
        <w:t xml:space="preserve"> city planning.]</w:t>
      </w:r>
    </w:p>
    <w:p w14:paraId="59A11756" w14:textId="77777777" w:rsidR="0032319D" w:rsidRDefault="0032319D" w:rsidP="002D6698">
      <w:pPr>
        <w:pStyle w:val="Heading1"/>
        <w:spacing w:before="0" w:line="240" w:lineRule="auto"/>
      </w:pPr>
      <w:r>
        <w:t>Project Personnel</w:t>
      </w:r>
    </w:p>
    <w:p w14:paraId="1409140A" w14:textId="7B3F00E8" w:rsidR="0032319D" w:rsidRDefault="0032319D" w:rsidP="002D6698">
      <w:pPr>
        <w:spacing w:line="240" w:lineRule="auto"/>
      </w:pPr>
      <w:r>
        <w:t xml:space="preserve">[Insert a bulleted list of </w:t>
      </w:r>
      <w:r w:rsidR="00C60943">
        <w:t>citizens</w:t>
      </w:r>
      <w:r>
        <w:t>, staff, or elected officials involved in this project. Explain each person’s role in the project.]</w:t>
      </w:r>
    </w:p>
    <w:p w14:paraId="3B527649" w14:textId="77777777" w:rsidR="0032319D" w:rsidRDefault="0032319D" w:rsidP="002D6698">
      <w:pPr>
        <w:pStyle w:val="Heading1"/>
        <w:spacing w:before="0" w:line="240" w:lineRule="auto"/>
      </w:pPr>
      <w:r>
        <w:t>Project Description</w:t>
      </w:r>
    </w:p>
    <w:p w14:paraId="6590A044" w14:textId="602F5EAC" w:rsidR="0038578D" w:rsidRDefault="0032319D" w:rsidP="0032319D">
      <w:pPr>
        <w:spacing w:line="240" w:lineRule="auto"/>
      </w:pPr>
      <w:r>
        <w:t>[Insert the body of the report</w:t>
      </w:r>
      <w:r w:rsidR="00C60943">
        <w:t>, with subheadings</w:t>
      </w:r>
      <w:r>
        <w:t>, graphics, and tables as necessary.]</w:t>
      </w:r>
    </w:p>
    <w:sectPr w:rsidR="0038578D" w:rsidSect="00692D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C56"/>
    <w:rsid w:val="0032319D"/>
    <w:rsid w:val="0038578D"/>
    <w:rsid w:val="006A4859"/>
    <w:rsid w:val="009C4C56"/>
    <w:rsid w:val="00C60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3FC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31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319D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31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319D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346</Characters>
  <Application>Microsoft Office Word</Application>
  <DocSecurity>0</DocSecurity>
  <Lines>2</Lines>
  <Paragraphs>1</Paragraphs>
  <ScaleCrop>false</ScaleCrop>
  <Company>Hewlett-Packard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Shaffer</dc:creator>
  <cp:keywords/>
  <dc:description/>
  <cp:lastModifiedBy>Ann Shaffer</cp:lastModifiedBy>
  <cp:revision>4</cp:revision>
  <dcterms:created xsi:type="dcterms:W3CDTF">2010-03-26T20:23:00Z</dcterms:created>
  <dcterms:modified xsi:type="dcterms:W3CDTF">2010-03-27T17:57:00Z</dcterms:modified>
</cp:coreProperties>
</file>